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BFE" w:rsidP="00F51BFE" w:rsidRDefault="00F51BFE" w14:paraId="3CD9D8A8" w14:textId="7320B8F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F51BFE" w:rsidP="00F51BFE" w:rsidRDefault="00F51BFE" w14:paraId="4964A370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2D7614" w:rsidR="0085747A" w:rsidP="002D7614" w:rsidRDefault="0085747A" w14:paraId="24C25DE7" w14:textId="60EEFC7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:rsidRPr="002D7614" w:rsidR="0085747A" w:rsidP="002D7614" w:rsidRDefault="0071620A" w14:paraId="4F9931C5" w14:textId="33AF8DE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Pr="002D7614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C58A2">
        <w:rPr>
          <w:rFonts w:ascii="Corbel" w:hAnsi="Corbel"/>
          <w:i/>
          <w:smallCaps/>
          <w:sz w:val="24"/>
          <w:szCs w:val="24"/>
        </w:rPr>
        <w:t>2022-2025</w:t>
      </w:r>
    </w:p>
    <w:p w:rsidRPr="002D7614" w:rsidR="00F51BFE" w:rsidP="000C218F" w:rsidRDefault="00F51BFE" w14:paraId="6354ACD6" w14:textId="6AB495B2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3C58A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3C58A2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2D7614" w:rsidR="0085747A" w:rsidP="002D7614" w:rsidRDefault="0085747A" w14:paraId="6DB2E50F" w14:textId="77777777">
      <w:pPr>
        <w:spacing w:after="0" w:line="240" w:lineRule="auto"/>
        <w:rPr>
          <w:rFonts w:ascii="Corbel" w:hAnsi="Corbel"/>
        </w:rPr>
      </w:pPr>
    </w:p>
    <w:p w:rsidRPr="002D7614" w:rsidR="0085747A" w:rsidP="002D7614" w:rsidRDefault="0071620A" w14:paraId="030A66D7" w14:textId="77781DF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Pr="002D7614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Pr="002D7614" w:rsidR="0085747A" w:rsidTr="3DFFB4C4" w14:paraId="0AFBF34E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4117F948" w14:textId="423F0A6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522075" w14:paraId="4FC31B52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Pr="002D7614" w:rsidR="0085747A" w:rsidTr="3DFFB4C4" w14:paraId="070892B9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7EB1BAFE" w14:textId="6C083C3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522075" w14:paraId="035FA34E" w14:textId="0AD35286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DFFB4C4" w:rsidR="00522075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E/I/EUB/C-1.11b</w:t>
            </w:r>
          </w:p>
        </w:tc>
      </w:tr>
      <w:tr w:rsidRPr="002D7614" w:rsidR="0085747A" w:rsidTr="3DFFB4C4" w14:paraId="2788EBD7" w14:textId="77777777">
        <w:tc>
          <w:tcPr>
            <w:tcW w:w="2694" w:type="dxa"/>
            <w:tcMar/>
            <w:vAlign w:val="center"/>
          </w:tcPr>
          <w:p w:rsidRPr="002D7614" w:rsidR="0085747A" w:rsidP="002D7614" w:rsidRDefault="000A53AB" w14:paraId="6EF17D33" w14:textId="3EA0610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D7614" w:rsidR="0085747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0A53AB" w14:paraId="415CFDFF" w14:textId="1A1EFDB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2D7614" w:rsidR="0085747A" w:rsidTr="3DFFB4C4" w14:paraId="1E0E6615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4ACC668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D07208" w14:paraId="1E863791" w14:textId="1B6DD0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2D7614" w:rsidR="0085747A" w:rsidTr="3DFFB4C4" w14:paraId="2687E90D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296EF425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9E79AF" w14:paraId="2098F1FB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Pr="002D7614" w:rsidR="0085747A" w:rsidTr="3DFFB4C4" w14:paraId="4F9B36B9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47045A69" w14:textId="0C129C0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73097B" w14:paraId="0D0D3AF3" w14:textId="4B906A6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Pr="002D7614" w:rsidR="0085747A" w:rsidTr="3DFFB4C4" w14:paraId="3C50153A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108F24C3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9E79AF" w14:paraId="5E82003D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Pr="002D7614" w:rsidR="0085747A" w:rsidTr="3DFFB4C4" w14:paraId="5A965075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674B2F9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9E79AF" w14:paraId="4A6D34FB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Pr="002D7614" w:rsidR="0085747A" w:rsidTr="3DFFB4C4" w14:paraId="0F238621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53997916" w14:textId="74CD642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A3542B" w14:paraId="41C7200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Pr="002D7614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Pr="002D7614" w:rsidR="00522075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Pr="002D7614" w:rsidR="0085747A" w:rsidTr="3DFFB4C4" w14:paraId="7626F60D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60DD699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9E79AF" w14:paraId="2927C7C1" w14:textId="506F46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2D7614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Pr="002D7614" w:rsidR="00522075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Pr="002D7614" w:rsidR="00923D7D" w:rsidTr="3DFFB4C4" w14:paraId="73499771" w14:textId="77777777">
        <w:tc>
          <w:tcPr>
            <w:tcW w:w="2694" w:type="dxa"/>
            <w:tcMar/>
            <w:vAlign w:val="center"/>
          </w:tcPr>
          <w:p w:rsidRPr="002D7614" w:rsidR="00923D7D" w:rsidP="002D7614" w:rsidRDefault="00923D7D" w14:paraId="4FBA40B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tcMar/>
            <w:vAlign w:val="center"/>
          </w:tcPr>
          <w:p w:rsidRPr="002D7614" w:rsidR="00923D7D" w:rsidP="002D7614" w:rsidRDefault="00A3542B" w14:paraId="375281C8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Pr="002D7614" w:rsidR="0085747A" w:rsidTr="3DFFB4C4" w14:paraId="1EB82FDE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6943B652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2D7614" w14:paraId="65B653C2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Pr="002D7614" w:rsidR="0085747A" w:rsidTr="3DFFB4C4" w14:paraId="5F33416F" w14:textId="77777777">
        <w:tc>
          <w:tcPr>
            <w:tcW w:w="2694" w:type="dxa"/>
            <w:tcMar/>
            <w:vAlign w:val="center"/>
          </w:tcPr>
          <w:p w:rsidRPr="002D7614" w:rsidR="0085747A" w:rsidP="002D7614" w:rsidRDefault="0085747A" w14:paraId="1B110AD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tcMar/>
            <w:vAlign w:val="center"/>
          </w:tcPr>
          <w:p w:rsidRPr="002D7614" w:rsidR="0085747A" w:rsidP="002D7614" w:rsidRDefault="002D7614" w14:paraId="77D91CD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2D7614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:rsidRPr="002D7614" w:rsidR="0085747A" w:rsidP="002D7614" w:rsidRDefault="0085747A" w14:paraId="4C62327D" w14:textId="7570D77F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Pr="0073097B" w:rsid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:rsidRPr="002D7614" w:rsidR="00923D7D" w:rsidP="002D7614" w:rsidRDefault="00923D7D" w14:paraId="6E37C63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D7614" w:rsidR="0085747A" w:rsidP="002D7614" w:rsidRDefault="0085747A" w14:paraId="6CBC1F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Pr="002D7614" w:rsidR="00E22FBC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D7614" w:rsidR="00923D7D" w:rsidP="002D7614" w:rsidRDefault="00923D7D" w14:paraId="08206E0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Pr="002D7614" w:rsidR="00015B8F" w:rsidTr="002D7614" w14:paraId="0230919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D7614" w:rsidR="00015B8F" w:rsidP="002D7614" w:rsidRDefault="00015B8F" w14:paraId="5F29FAA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:rsidRPr="002D7614" w:rsidR="00015B8F" w:rsidP="002D7614" w:rsidRDefault="002B5EA0" w14:paraId="6881B90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Pr="002D761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53A40BA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Wykł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575FAB6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0C4089C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Konw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22F289E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4DA26C3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Sem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6B1E646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07FDB4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Prakt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2AFDD0A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D7614" w:rsidR="00015B8F" w:rsidP="002D7614" w:rsidRDefault="00015B8F" w14:paraId="663B0B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2D7614" w:rsidR="00015B8F" w:rsidTr="002D7614" w14:paraId="0AB86040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D7614" w:rsidR="00015B8F" w:rsidP="002D7614" w:rsidRDefault="00522075" w14:paraId="1C4DD8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718891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1F397D8D" w14:textId="0E73B6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7B9245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965641" w14:paraId="357B0082" w14:textId="082423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4ACF56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0F2D3C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558182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015B8F" w14:paraId="647730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D7614" w:rsidR="00015B8F" w:rsidP="002D7614" w:rsidRDefault="00522075" w14:paraId="4B800E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2D7614" w:rsidR="00923D7D" w:rsidP="002D7614" w:rsidRDefault="00923D7D" w14:paraId="6AAD359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D7614" w:rsidR="0085747A" w:rsidP="002D7614" w:rsidRDefault="0085747A" w14:paraId="11ECF8E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Pr="002D7614" w:rsidR="00E22FBC">
        <w:rPr>
          <w:rFonts w:ascii="Corbel" w:hAnsi="Corbel"/>
          <w:smallCaps w:val="0"/>
          <w:szCs w:val="24"/>
        </w:rPr>
        <w:t>2</w:t>
      </w:r>
      <w:r w:rsidRPr="002D7614" w:rsidR="00F83B28">
        <w:rPr>
          <w:rFonts w:ascii="Corbel" w:hAnsi="Corbel"/>
          <w:smallCaps w:val="0"/>
          <w:szCs w:val="24"/>
        </w:rPr>
        <w:t>.</w:t>
      </w:r>
      <w:r w:rsidRPr="002D7614" w:rsidR="00F83B28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:rsidRPr="00E86E12" w:rsidR="000C218F" w:rsidP="000C218F" w:rsidRDefault="000C218F" w14:paraId="0A37C6DF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E86E12">
        <w:rPr>
          <w:rStyle w:val="normaltextrun"/>
          <w:rFonts w:ascii="Wingdings" w:hAnsi="Wingdings" w:eastAsia="Wingdings" w:cs="Wingdings"/>
        </w:rPr>
        <w:t>þ</w:t>
      </w:r>
      <w:r w:rsidRPr="00E86E12">
        <w:rPr>
          <w:rStyle w:val="normaltextrun"/>
          <w:rFonts w:ascii="Corbel" w:hAnsi="Corbel" w:cs="Segoe UI"/>
        </w:rPr>
        <w:t> </w:t>
      </w:r>
      <w:r w:rsidRPr="00E86E12">
        <w:rPr>
          <w:rFonts w:ascii="Corbel" w:hAnsi="Corbel"/>
        </w:rPr>
        <w:t>zajęcia w formie tradycyjnej (lub zdalnie z wykorzystaniem platformy Ms </w:t>
      </w:r>
      <w:proofErr w:type="spellStart"/>
      <w:r w:rsidRPr="00E86E12">
        <w:rPr>
          <w:rStyle w:val="spellingerror"/>
          <w:rFonts w:ascii="Corbel" w:hAnsi="Corbel"/>
        </w:rPr>
        <w:t>Teams</w:t>
      </w:r>
      <w:proofErr w:type="spellEnd"/>
      <w:r w:rsidRPr="00E86E12">
        <w:rPr>
          <w:rStyle w:val="spellingerror"/>
          <w:rFonts w:ascii="Corbel" w:hAnsi="Corbel"/>
        </w:rPr>
        <w:t>)</w:t>
      </w:r>
      <w:r w:rsidRPr="00E86E12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0C218F" w:rsidP="000C218F" w:rsidRDefault="000C218F" w14:paraId="18D51867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2D7614" w:rsidR="0085747A" w:rsidP="002D7614" w:rsidRDefault="0085747A" w14:paraId="771C66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D7614" w:rsidR="00E22FBC" w:rsidP="002D7614" w:rsidRDefault="00E22FBC" w14:paraId="17A3D1A2" w14:textId="6D7EEE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Pr="002D7614" w:rsidR="00F83B28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2D7614" w:rsidR="0085747A" w:rsidP="002D7614" w:rsidRDefault="00A3542B" w14:paraId="02ADEC2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:rsidRPr="002D7614" w:rsidR="009C54AE" w:rsidP="002D7614" w:rsidRDefault="009C54AE" w14:paraId="65484AE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D7614" w:rsidR="0085747A" w:rsidP="002D7614" w:rsidRDefault="0085747A" w14:paraId="216EAAD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:rsidRPr="002D7614" w:rsidR="00923D7D" w:rsidP="002D7614" w:rsidRDefault="00923D7D" w14:paraId="2D9C843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2D7614" w:rsidR="0085747A" w:rsidTr="002D7614" w14:paraId="75568437" w14:textId="77777777">
        <w:tc>
          <w:tcPr>
            <w:tcW w:w="9498" w:type="dxa"/>
          </w:tcPr>
          <w:p w:rsidRPr="002D7614" w:rsidR="0085747A" w:rsidP="002D7614" w:rsidRDefault="002E621E" w14:paraId="688946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:rsidRPr="002D7614" w:rsidR="00153C41" w:rsidP="002D7614" w:rsidRDefault="00153C41" w14:paraId="131B17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D7614" w:rsidR="0085747A" w:rsidP="002D7614" w:rsidRDefault="0071620A" w14:paraId="116494A9" w14:textId="2B4E353B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Pr="002D7614" w:rsidR="0085747A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Pr="002D761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D7614" w:rsidR="0085747A" w:rsidP="002D7614" w:rsidRDefault="0085747A" w14:paraId="5AA7CF9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D7614" w:rsidR="0085747A" w:rsidP="002D7614" w:rsidRDefault="0071620A" w14:paraId="72D3B689" w14:textId="250E5F37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Pr="002D7614" w:rsidR="0085747A">
        <w:rPr>
          <w:rFonts w:ascii="Corbel" w:hAnsi="Corbel"/>
          <w:sz w:val="24"/>
          <w:szCs w:val="24"/>
        </w:rPr>
        <w:t xml:space="preserve">Cele przedmiotu </w:t>
      </w:r>
    </w:p>
    <w:p w:rsidRPr="002D7614" w:rsidR="00F83B28" w:rsidP="002D7614" w:rsidRDefault="00F83B28" w14:paraId="3F0E881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2D7614" w:rsidR="002E621E" w:rsidTr="002E621E" w14:paraId="576B008F" w14:textId="77777777">
        <w:tc>
          <w:tcPr>
            <w:tcW w:w="843" w:type="dxa"/>
            <w:vAlign w:val="center"/>
          </w:tcPr>
          <w:p w:rsidRPr="002D7614" w:rsidR="002E621E" w:rsidP="002D7614" w:rsidRDefault="002E621E" w14:paraId="2B8726BB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:rsidRPr="002D7614" w:rsidR="002E621E" w:rsidP="002D7614" w:rsidRDefault="002E621E" w14:paraId="7AE5A80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Pr="002D7614" w:rsidR="002E621E" w:rsidTr="002E621E" w14:paraId="7A6779D2" w14:textId="77777777">
        <w:tc>
          <w:tcPr>
            <w:tcW w:w="843" w:type="dxa"/>
            <w:vAlign w:val="center"/>
          </w:tcPr>
          <w:p w:rsidRPr="002D7614" w:rsidR="002E621E" w:rsidP="002D7614" w:rsidRDefault="002E621E" w14:paraId="3F0151D4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Pr="002D7614" w:rsidR="002E621E" w:rsidP="002D7614" w:rsidRDefault="002E621E" w14:paraId="30AD10BA" w14:textId="6A68B2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Pr="002D7614" w:rsidR="00522075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Pr="002D7614" w:rsidR="00702D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:rsidRPr="002D7614" w:rsidR="0085747A" w:rsidP="002D7614" w:rsidRDefault="0085747A" w14:paraId="6EB96DB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D7614" w:rsidR="001D7B54" w:rsidP="002D7614" w:rsidRDefault="009F4610" w14:paraId="5AB2EC35" w14:textId="4B65EC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Pr="002D7614" w:rsidR="001D7B5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Pr="002D7614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2D7614" w:rsidR="001D7B54" w:rsidP="002D7614" w:rsidRDefault="001D7B54" w14:paraId="1D1C884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Pr="002D7614" w:rsidR="0085747A" w:rsidTr="55A74F4C" w14:paraId="7806B731" w14:textId="77777777">
        <w:tc>
          <w:tcPr>
            <w:tcW w:w="1692" w:type="dxa"/>
            <w:tcMar/>
            <w:vAlign w:val="center"/>
          </w:tcPr>
          <w:p w:rsidRPr="002D7614" w:rsidR="0085747A" w:rsidP="00BF3856" w:rsidRDefault="0085747A" w14:paraId="6AA57352" w14:textId="04D693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Pr="002D7614" w:rsidR="004D355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D7614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tcMar/>
            <w:vAlign w:val="center"/>
          </w:tcPr>
          <w:p w:rsidRPr="002D7614" w:rsidR="0085747A" w:rsidP="00BF3856" w:rsidRDefault="0085747A" w14:paraId="6845F4F7" w14:textId="2B3E0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tcMar/>
            <w:vAlign w:val="center"/>
          </w:tcPr>
          <w:p w:rsidRPr="002D7614" w:rsidR="0085747A" w:rsidP="00BF3856" w:rsidRDefault="0085747A" w14:paraId="5ED3A250" w14:textId="59019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Pr="002D7614" w:rsidR="002E621E" w:rsidTr="55A74F4C" w14:paraId="10AB2B11" w14:textId="77777777">
        <w:tc>
          <w:tcPr>
            <w:tcW w:w="1692" w:type="dxa"/>
            <w:tcMar/>
          </w:tcPr>
          <w:p w:rsidRPr="002D7614" w:rsidR="002E621E" w:rsidP="00BF3856" w:rsidRDefault="002E621E" w14:paraId="34AED4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  <w:tcMar/>
          </w:tcPr>
          <w:p w:rsidRPr="002D7614" w:rsidR="002E621E" w:rsidP="00BF3856" w:rsidRDefault="00BE5985" w14:paraId="3223BC36" w14:textId="072BE4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2D7614" w:rsidR="002E621E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– </w:t>
            </w:r>
            <w:proofErr w:type="spellStart"/>
            <w:r w:rsidRPr="002D7614" w:rsidR="002E621E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2D7614" w:rsidR="002E621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D7614" w:rsidR="002E621E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2D7614" w:rsidR="002E621E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  <w:tcMar/>
          </w:tcPr>
          <w:p w:rsidRPr="002D7614" w:rsidR="002E621E" w:rsidP="00521315" w:rsidRDefault="002E621E" w14:paraId="1FF838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2D7614" w:rsidR="002E621E" w:rsidTr="55A74F4C" w14:paraId="7D76D506" w14:textId="77777777">
        <w:tc>
          <w:tcPr>
            <w:tcW w:w="1692" w:type="dxa"/>
            <w:tcMar/>
          </w:tcPr>
          <w:p w:rsidRPr="002D7614" w:rsidR="002E621E" w:rsidP="00BF3856" w:rsidRDefault="002E621E" w14:paraId="119FF3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  <w:tcMar/>
          </w:tcPr>
          <w:p w:rsidRPr="002D7614" w:rsidR="002E621E" w:rsidP="00BF3856" w:rsidRDefault="00BE5985" w14:paraId="4049BA84" w14:textId="2ECBD2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2D7614" w:rsidR="002E621E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  <w:tcMar/>
          </w:tcPr>
          <w:p w:rsidRPr="002D7614" w:rsidR="002E621E" w:rsidP="00BF3856" w:rsidRDefault="002E621E" w14:paraId="67853CB5" w14:textId="3E097FA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2D7614" w:rsidR="002E621E" w:rsidTr="55A74F4C" w14:paraId="65065973" w14:textId="77777777">
        <w:tc>
          <w:tcPr>
            <w:tcW w:w="1692" w:type="dxa"/>
            <w:tcMar/>
          </w:tcPr>
          <w:p w:rsidRPr="002D7614" w:rsidR="002E621E" w:rsidP="00BF3856" w:rsidRDefault="002E621E" w14:paraId="52D74F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  <w:tcMar/>
          </w:tcPr>
          <w:p w:rsidRPr="002D7614" w:rsidR="002E621E" w:rsidP="00BF3856" w:rsidRDefault="00BE5985" w14:paraId="29081EB2" w14:textId="50C95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  <w:tcMar/>
          </w:tcPr>
          <w:p w:rsidRPr="002D7614" w:rsidR="002E621E" w:rsidP="00BF3856" w:rsidRDefault="002E621E" w14:paraId="378E6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:rsidRPr="002D7614" w:rsidR="002E621E" w:rsidP="55A74F4C" w:rsidRDefault="002E621E" w14:paraId="6C3915CD" w14:textId="58D81A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5A74F4C" w:rsidR="002E621E">
              <w:rPr>
                <w:rFonts w:ascii="Corbel" w:hAnsi="Corbel"/>
                <w:b w:val="0"/>
                <w:bCs w:val="0"/>
                <w:caps w:val="0"/>
                <w:smallCaps w:val="0"/>
              </w:rPr>
              <w:t>K_U</w:t>
            </w:r>
            <w:r w:rsidRPr="55A74F4C" w:rsidR="00BE5985">
              <w:rPr>
                <w:rFonts w:ascii="Corbel" w:hAnsi="Corbel"/>
                <w:b w:val="0"/>
                <w:bCs w:val="0"/>
                <w:caps w:val="0"/>
                <w:smallCaps w:val="0"/>
              </w:rPr>
              <w:t>06</w:t>
            </w:r>
          </w:p>
        </w:tc>
      </w:tr>
      <w:tr w:rsidRPr="002D7614" w:rsidR="002E621E" w:rsidTr="55A74F4C" w14:paraId="157B3D73" w14:textId="77777777">
        <w:tc>
          <w:tcPr>
            <w:tcW w:w="1692" w:type="dxa"/>
            <w:tcMar/>
          </w:tcPr>
          <w:p w:rsidRPr="002D7614" w:rsidR="002E621E" w:rsidP="00BF3856" w:rsidRDefault="002E621E" w14:paraId="3FA273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  <w:tcMar/>
          </w:tcPr>
          <w:p w:rsidRPr="002D7614" w:rsidR="002E621E" w:rsidP="00BF3856" w:rsidRDefault="00BE5985" w14:paraId="56457108" w14:textId="2EA6EC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  <w:tcMar/>
          </w:tcPr>
          <w:p w:rsidRPr="002D7614" w:rsidR="002E621E" w:rsidP="00BF3856" w:rsidRDefault="002E621E" w14:paraId="410E335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:rsidRPr="002D7614" w:rsidR="002E621E" w:rsidP="00521315" w:rsidRDefault="002E621E" w14:paraId="58D599D4" w14:textId="10EF89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 w:rsidR="002E621E">
              <w:rPr>
                <w:rFonts w:ascii="Corbel" w:hAnsi="Corbel"/>
                <w:sz w:val="24"/>
                <w:szCs w:val="24"/>
              </w:rPr>
              <w:t>K_U</w:t>
            </w:r>
            <w:r w:rsidRPr="55A74F4C" w:rsidR="00BE5985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Pr="002D7614" w:rsidR="002E621E" w:rsidTr="55A74F4C" w14:paraId="477B3EC6" w14:textId="77777777">
        <w:tc>
          <w:tcPr>
            <w:tcW w:w="1692" w:type="dxa"/>
            <w:tcMar/>
          </w:tcPr>
          <w:p w:rsidRPr="002D7614" w:rsidR="002E621E" w:rsidP="00BF3856" w:rsidRDefault="002E621E" w14:paraId="33F119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  <w:tcMar/>
          </w:tcPr>
          <w:p w:rsidRPr="002D7614" w:rsidR="002E621E" w:rsidP="00BF3856" w:rsidRDefault="00BE5985" w14:paraId="4372E4D4" w14:textId="3812E6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 xml:space="preserve">ciągłego doskonalenia własnych umiejętności z zakresu obsługi programów finansowo-księgowych akceptując taką konieczność ze względu na zmiany uwarunkowań </w:t>
            </w:r>
            <w:proofErr w:type="spellStart"/>
            <w:r w:rsidRPr="00BE598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E5985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  <w:tcMar/>
          </w:tcPr>
          <w:p w:rsidRPr="002D7614" w:rsidR="002E621E" w:rsidP="00BF3856" w:rsidRDefault="002E621E" w14:paraId="29C170D5" w14:textId="6AFC4BD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 w:rsidR="002E621E">
              <w:rPr>
                <w:rFonts w:ascii="Corbel" w:hAnsi="Corbel"/>
                <w:sz w:val="24"/>
                <w:szCs w:val="24"/>
              </w:rPr>
              <w:t>K_K01</w:t>
            </w:r>
          </w:p>
          <w:p w:rsidRPr="002D7614" w:rsidR="002E621E" w:rsidP="00BF3856" w:rsidRDefault="002E621E" w14:paraId="7D1270B8" w14:textId="7EB2F4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 w:rsidR="002E621E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Pr="002D7614" w:rsidR="0085747A" w:rsidP="002D7614" w:rsidRDefault="0085747A" w14:paraId="5E241C8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D7614" w:rsidR="0085747A" w:rsidP="002D7614" w:rsidRDefault="00675843" w14:paraId="2A683945" w14:textId="4E5A108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Pr="002D7614" w:rsidR="001D7B54">
        <w:rPr>
          <w:rFonts w:ascii="Corbel" w:hAnsi="Corbel"/>
          <w:b/>
          <w:sz w:val="24"/>
          <w:szCs w:val="24"/>
        </w:rPr>
        <w:t xml:space="preserve"> </w:t>
      </w:r>
      <w:r w:rsidRPr="002D7614" w:rsidR="0085747A">
        <w:rPr>
          <w:rFonts w:ascii="Corbel" w:hAnsi="Corbel"/>
          <w:b/>
          <w:sz w:val="24"/>
          <w:szCs w:val="24"/>
        </w:rPr>
        <w:t>T</w:t>
      </w:r>
      <w:r w:rsidRPr="002D7614" w:rsidR="001D7B54">
        <w:rPr>
          <w:rFonts w:ascii="Corbel" w:hAnsi="Corbel"/>
          <w:b/>
          <w:sz w:val="24"/>
          <w:szCs w:val="24"/>
        </w:rPr>
        <w:t>reści programowe</w:t>
      </w:r>
    </w:p>
    <w:p w:rsidRPr="002D7614" w:rsidR="0085747A" w:rsidP="002D7614" w:rsidRDefault="0085747A" w14:paraId="28388BDF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D7614" w:rsidR="004D5AB3" w:rsidTr="002E621E" w14:paraId="5BC0116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D7614" w:rsidR="004D5AB3" w:rsidP="002D7614" w:rsidRDefault="004D5AB3" w14:paraId="1C5AA03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D7614" w:rsidR="002E621E" w:rsidTr="002E621E" w14:paraId="4FBE3E57" w14:textId="77777777">
        <w:tc>
          <w:tcPr>
            <w:tcW w:w="9520" w:type="dxa"/>
            <w:vAlign w:val="center"/>
          </w:tcPr>
          <w:p w:rsidRPr="002D7614" w:rsidR="002E621E" w:rsidP="002D7614" w:rsidRDefault="002E621E" w14:paraId="7269611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Pr="002D7614" w:rsidR="002E621E" w:rsidTr="002E621E" w14:paraId="1F3EF65D" w14:textId="77777777">
        <w:tc>
          <w:tcPr>
            <w:tcW w:w="9520" w:type="dxa"/>
            <w:vAlign w:val="center"/>
          </w:tcPr>
          <w:p w:rsidRPr="002D7614" w:rsidR="002E621E" w:rsidP="002D7614" w:rsidRDefault="002E621E" w14:paraId="506A760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Pr="002D7614" w:rsidR="002E621E" w:rsidTr="002E621E" w14:paraId="75ACFCE3" w14:textId="77777777">
        <w:tc>
          <w:tcPr>
            <w:tcW w:w="9520" w:type="dxa"/>
          </w:tcPr>
          <w:p w:rsidRPr="002D7614" w:rsidR="002E621E" w:rsidP="002D7614" w:rsidRDefault="002E621E" w14:paraId="4D7DFF0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Pr="002D7614" w:rsidR="002E621E" w:rsidTr="002E621E" w14:paraId="15E733E7" w14:textId="77777777">
        <w:tc>
          <w:tcPr>
            <w:tcW w:w="9520" w:type="dxa"/>
            <w:vAlign w:val="center"/>
          </w:tcPr>
          <w:p w:rsidRPr="002D7614" w:rsidR="002E621E" w:rsidP="002D7614" w:rsidRDefault="002E621E" w14:paraId="086E98C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Pr="002D7614" w:rsidR="002E621E" w:rsidTr="002E621E" w14:paraId="74C4E6BA" w14:textId="77777777">
        <w:tc>
          <w:tcPr>
            <w:tcW w:w="9520" w:type="dxa"/>
            <w:vAlign w:val="center"/>
          </w:tcPr>
          <w:p w:rsidRPr="002D7614" w:rsidR="002E621E" w:rsidP="002D7614" w:rsidRDefault="002E621E" w14:paraId="61BEEE3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Pr="002D7614" w:rsidR="00522075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2D7614" w:rsidR="002E621E" w:rsidTr="002E621E" w14:paraId="2EF48894" w14:textId="77777777">
        <w:tc>
          <w:tcPr>
            <w:tcW w:w="9520" w:type="dxa"/>
            <w:vAlign w:val="center"/>
          </w:tcPr>
          <w:p w:rsidRPr="002D7614" w:rsidR="002E621E" w:rsidP="002D7614" w:rsidRDefault="002E621E" w14:paraId="40D4635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Pr="002D7614" w:rsidR="002E621E" w:rsidTr="002E621E" w14:paraId="07D88449" w14:textId="77777777">
        <w:tc>
          <w:tcPr>
            <w:tcW w:w="9520" w:type="dxa"/>
            <w:vAlign w:val="center"/>
          </w:tcPr>
          <w:p w:rsidRPr="002D7614" w:rsidR="002E621E" w:rsidP="002D7614" w:rsidRDefault="002E621E" w14:paraId="76286C8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>, ewidencja zakupu i przyjęcia towarów, rozliczenia finansowe.</w:t>
            </w:r>
          </w:p>
        </w:tc>
      </w:tr>
    </w:tbl>
    <w:p w:rsidRPr="002D7614" w:rsidR="0085747A" w:rsidP="002D7614" w:rsidRDefault="0085747A" w14:paraId="1857A72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D7614" w:rsidR="0085747A" w:rsidP="002D7614" w:rsidRDefault="009F4610" w14:paraId="75B3892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lastRenderedPageBreak/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:rsidRPr="002D7614" w:rsidR="0085747A" w:rsidP="002D7614" w:rsidRDefault="0085747A" w14:paraId="03A2B50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D7614" w:rsidR="004D5AB3" w:rsidP="002D7614" w:rsidRDefault="004D5AB3" w14:paraId="1406B49E" w14:textId="296577D6">
      <w:pPr>
        <w:spacing w:after="0"/>
        <w:rPr>
          <w:rFonts w:ascii="Corbel" w:hAnsi="Corbel" w:eastAsia="Times New Roman"/>
          <w:sz w:val="24"/>
          <w:szCs w:val="24"/>
          <w:lang w:eastAsia="pl-PL"/>
        </w:rPr>
      </w:pPr>
      <w:r w:rsidRPr="002D7614">
        <w:rPr>
          <w:rFonts w:ascii="Corbel" w:hAnsi="Corbel" w:eastAsia="Times New Roman"/>
          <w:sz w:val="24"/>
          <w:szCs w:val="24"/>
          <w:lang w:eastAsia="pl-PL"/>
        </w:rPr>
        <w:t>praca w laboratorium komputerowym</w:t>
      </w:r>
      <w:r w:rsidR="00D1615F">
        <w:rPr>
          <w:rFonts w:ascii="Corbel" w:hAnsi="Corbel" w:eastAsia="Times New Roman"/>
          <w:sz w:val="24"/>
          <w:szCs w:val="24"/>
          <w:lang w:eastAsia="pl-PL"/>
        </w:rPr>
        <w:t xml:space="preserve"> -</w:t>
      </w:r>
      <w:r w:rsidRPr="002D7614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r w:rsidRPr="00D1615F" w:rsidR="00D1615F">
        <w:rPr>
          <w:rFonts w:ascii="Corbel" w:hAnsi="Corbel" w:eastAsia="Times New Roman"/>
          <w:sz w:val="24"/>
          <w:szCs w:val="24"/>
          <w:lang w:eastAsia="pl-PL"/>
        </w:rPr>
        <w:t>ćwiczenia w programie OPTIMA</w:t>
      </w:r>
      <w:r w:rsidR="00D1615F">
        <w:rPr>
          <w:rFonts w:ascii="Corbel" w:hAnsi="Corbel" w:eastAsia="Times New Roman"/>
          <w:sz w:val="24"/>
          <w:szCs w:val="24"/>
          <w:lang w:eastAsia="pl-PL"/>
        </w:rPr>
        <w:t xml:space="preserve">, </w:t>
      </w:r>
      <w:r w:rsidRPr="00D1615F" w:rsidR="00D1615F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r w:rsidRPr="002D7614">
        <w:rPr>
          <w:rFonts w:ascii="Corbel" w:hAnsi="Corbel" w:eastAsia="Times New Roman"/>
          <w:sz w:val="24"/>
          <w:szCs w:val="24"/>
          <w:lang w:eastAsia="pl-PL"/>
        </w:rPr>
        <w:t>prezentacja multimedialna ćwiczeń do rozwiązania, objaśnienia słowne stosowanych rozwiązań</w:t>
      </w:r>
    </w:p>
    <w:p w:rsidRPr="002D7614" w:rsidR="0085747A" w:rsidP="002D7614" w:rsidRDefault="0085747A" w14:paraId="604BCF4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C61DC5" w14:paraId="575C251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Pr="002D7614" w:rsidR="0085747A">
        <w:rPr>
          <w:rFonts w:ascii="Corbel" w:hAnsi="Corbel"/>
          <w:smallCaps w:val="0"/>
          <w:szCs w:val="24"/>
        </w:rPr>
        <w:t>METODY I KRYTERIA OCENY</w:t>
      </w:r>
      <w:r w:rsidRPr="002D7614" w:rsidR="009F4610">
        <w:rPr>
          <w:rFonts w:ascii="Corbel" w:hAnsi="Corbel"/>
          <w:smallCaps w:val="0"/>
          <w:szCs w:val="24"/>
        </w:rPr>
        <w:t xml:space="preserve"> </w:t>
      </w:r>
    </w:p>
    <w:p w:rsidRPr="002D7614" w:rsidR="00923D7D" w:rsidP="002D7614" w:rsidRDefault="00923D7D" w14:paraId="0506FF8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D7614" w:rsidR="0085747A" w:rsidP="002D7614" w:rsidRDefault="0085747A" w14:paraId="7886A028" w14:textId="51B3B6C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:rsidRPr="002D7614" w:rsidR="0085747A" w:rsidP="002D7614" w:rsidRDefault="0085747A" w14:paraId="5FBB19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Pr="002D7614" w:rsidR="0085747A" w:rsidTr="002E621E" w14:paraId="26458461" w14:textId="77777777">
        <w:tc>
          <w:tcPr>
            <w:tcW w:w="1588" w:type="dxa"/>
            <w:vAlign w:val="center"/>
          </w:tcPr>
          <w:p w:rsidRPr="002D7614" w:rsidR="0085747A" w:rsidP="002D7614" w:rsidRDefault="0071620A" w14:paraId="27DC0C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:rsidRPr="002D7614" w:rsidR="0085747A" w:rsidP="002D7614" w:rsidRDefault="0085747A" w14:paraId="3FD95755" w14:textId="70FB8A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2D7614" w:rsidR="0085747A" w:rsidP="002D7614" w:rsidRDefault="0085747A" w14:paraId="0FF82B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:rsidRPr="002D7614" w:rsidR="00923D7D" w:rsidP="002D7614" w:rsidRDefault="0085747A" w14:paraId="3EB7FB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D7614" w:rsidR="0085747A" w:rsidP="002D7614" w:rsidRDefault="0085747A" w14:paraId="333C2A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D7614" w:rsidR="004D5AB3" w:rsidTr="002E621E" w14:paraId="35DD5980" w14:textId="77777777">
        <w:tc>
          <w:tcPr>
            <w:tcW w:w="1588" w:type="dxa"/>
          </w:tcPr>
          <w:p w:rsidRPr="002D7614" w:rsidR="004D5AB3" w:rsidP="002D7614" w:rsidRDefault="00B16388" w14:paraId="53F44F22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:rsidRPr="002D7614" w:rsidR="004D5AB3" w:rsidP="002D7614" w:rsidRDefault="004D5AB3" w14:paraId="5E8CB9A5" w14:textId="33E624C8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:rsidRPr="002D7614" w:rsidR="004D5AB3" w:rsidP="002D7614" w:rsidRDefault="00965641" w14:paraId="57BAD72A" w14:textId="2E2D35A1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Pr="002D7614" w:rsidR="00965641" w:rsidTr="002E621E" w14:paraId="4D5CE432" w14:textId="77777777">
        <w:tc>
          <w:tcPr>
            <w:tcW w:w="1588" w:type="dxa"/>
          </w:tcPr>
          <w:p w:rsidRPr="002D7614" w:rsidR="00965641" w:rsidP="00965641" w:rsidRDefault="00965641" w14:paraId="07BF44EB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:rsidRPr="002D7614" w:rsidR="00965641" w:rsidP="00965641" w:rsidRDefault="00965641" w14:paraId="4FC38E70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:rsidRPr="00965641" w:rsidR="00965641" w:rsidP="00965641" w:rsidRDefault="00965641" w14:paraId="1C3C38D4" w14:textId="23D11F11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Pr="002D7614" w:rsidR="00965641" w:rsidTr="002E621E" w14:paraId="0EFA799D" w14:textId="77777777">
        <w:tc>
          <w:tcPr>
            <w:tcW w:w="1588" w:type="dxa"/>
          </w:tcPr>
          <w:p w:rsidRPr="002D7614" w:rsidR="00965641" w:rsidP="00965641" w:rsidRDefault="00965641" w14:paraId="7FAB416E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:rsidRPr="002D7614" w:rsidR="00965641" w:rsidP="00965641" w:rsidRDefault="00965641" w14:paraId="67FA0F0C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:rsidRPr="00965641" w:rsidR="00965641" w:rsidP="00965641" w:rsidRDefault="00965641" w14:paraId="7F202363" w14:textId="5A798BAC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Pr="002D7614" w:rsidR="00965641" w:rsidTr="002E621E" w14:paraId="312AE8E7" w14:textId="77777777">
        <w:tc>
          <w:tcPr>
            <w:tcW w:w="1588" w:type="dxa"/>
          </w:tcPr>
          <w:p w:rsidRPr="002D7614" w:rsidR="00965641" w:rsidP="00965641" w:rsidRDefault="00965641" w14:paraId="3A183E33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:rsidRPr="002D7614" w:rsidR="00965641" w:rsidP="00965641" w:rsidRDefault="00965641" w14:paraId="4F16ECEA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:rsidRPr="00965641" w:rsidR="00965641" w:rsidP="00965641" w:rsidRDefault="00965641" w14:paraId="3D8BA44D" w14:textId="2D2DED7E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Pr="002D7614" w:rsidR="00965641" w:rsidTr="002E621E" w14:paraId="4915E514" w14:textId="77777777">
        <w:tc>
          <w:tcPr>
            <w:tcW w:w="1588" w:type="dxa"/>
          </w:tcPr>
          <w:p w:rsidRPr="002D7614" w:rsidR="00965641" w:rsidP="00965641" w:rsidRDefault="00965641" w14:paraId="5635B1F8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:rsidRPr="002D7614" w:rsidR="00965641" w:rsidP="00965641" w:rsidRDefault="00965641" w14:paraId="64F95EF1" w14:textId="230E1833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:rsidRPr="00965641" w:rsidR="00965641" w:rsidP="00965641" w:rsidRDefault="00965641" w14:paraId="4DBC3A50" w14:textId="5AC6B2A2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</w:tbl>
    <w:p w:rsidRPr="002D7614" w:rsidR="00923D7D" w:rsidP="002D7614" w:rsidRDefault="00923D7D" w14:paraId="68021E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3E1941" w14:paraId="344CDCD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Pr="002D761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D7614" w:rsidR="00923D7D">
        <w:rPr>
          <w:rFonts w:ascii="Corbel" w:hAnsi="Corbel"/>
          <w:smallCaps w:val="0"/>
          <w:szCs w:val="24"/>
        </w:rPr>
        <w:t xml:space="preserve"> </w:t>
      </w:r>
    </w:p>
    <w:p w:rsidRPr="002D7614" w:rsidR="00923D7D" w:rsidP="002D7614" w:rsidRDefault="00923D7D" w14:paraId="03C045C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2D7614" w:rsidR="0085747A" w:rsidTr="002D7614" w14:paraId="2550E2A2" w14:textId="77777777">
        <w:tc>
          <w:tcPr>
            <w:tcW w:w="9498" w:type="dxa"/>
          </w:tcPr>
          <w:p w:rsidRPr="002D7614" w:rsidR="0085747A" w:rsidP="009E79AF" w:rsidRDefault="004D5AB3" w14:paraId="02417C79" w14:textId="77777777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Pr="002D7614" w:rsidR="002E621E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Pr="002D7614" w:rsidR="003A1062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Pr="002D7614" w:rsidR="00B1638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:rsidRPr="002D7614" w:rsidR="0085747A" w:rsidP="002D7614" w:rsidRDefault="0085747A" w14:paraId="2B132E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D7614" w:rsidR="009F4610" w:rsidP="002D7614" w:rsidRDefault="0085747A" w14:paraId="19FC354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Pr="002D761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D7614" w:rsidR="0085747A" w:rsidP="002D7614" w:rsidRDefault="0085747A" w14:paraId="7B94D6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2D7614" w:rsidR="0085747A" w:rsidTr="002E621E" w14:paraId="3EC24495" w14:textId="77777777">
        <w:tc>
          <w:tcPr>
            <w:tcW w:w="4901" w:type="dxa"/>
            <w:vAlign w:val="center"/>
          </w:tcPr>
          <w:p w:rsidRPr="002D7614" w:rsidR="0085747A" w:rsidP="002D7614" w:rsidRDefault="00C61DC5" w14:paraId="17EE75A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D761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Pr="002D7614" w:rsidR="0085747A" w:rsidP="002D7614" w:rsidRDefault="00C61DC5" w14:paraId="322489A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D761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761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D7614" w:rsidR="0085747A" w:rsidTr="002E621E" w14:paraId="3546259D" w14:textId="77777777">
        <w:tc>
          <w:tcPr>
            <w:tcW w:w="4901" w:type="dxa"/>
          </w:tcPr>
          <w:p w:rsidRPr="002D7614" w:rsidR="0085747A" w:rsidP="002D7614" w:rsidRDefault="00C61DC5" w14:paraId="3DCDCB57" w14:textId="11833D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Pr="002D761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7614">
              <w:rPr>
                <w:rFonts w:ascii="Corbel" w:hAnsi="Corbel"/>
                <w:sz w:val="24"/>
                <w:szCs w:val="24"/>
              </w:rPr>
              <w:t>kontaktowe</w:t>
            </w:r>
            <w:r w:rsidRPr="002D7614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7614">
              <w:rPr>
                <w:rFonts w:ascii="Corbel" w:hAnsi="Corbel"/>
                <w:sz w:val="24"/>
                <w:szCs w:val="24"/>
              </w:rPr>
              <w:t>ynikające</w:t>
            </w:r>
            <w:r w:rsidRPr="002D7614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 w:rsidR="004D3552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7614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:rsidRPr="002D7614" w:rsidR="0085747A" w:rsidP="002D7614" w:rsidRDefault="004D3552" w14:paraId="1AFE9FD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2D7614" w:rsidR="00C61DC5" w:rsidTr="002E621E" w14:paraId="6CD559DA" w14:textId="77777777">
        <w:tc>
          <w:tcPr>
            <w:tcW w:w="4901" w:type="dxa"/>
          </w:tcPr>
          <w:p w:rsidRPr="009C54AE" w:rsidR="00887BD5" w:rsidP="00887BD5" w:rsidRDefault="00887BD5" w14:paraId="102878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D7614" w:rsidR="00C61DC5" w:rsidP="002D7614" w:rsidRDefault="00887BD5" w14:paraId="5F1DC835" w14:textId="4B491A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2D7614" w:rsidR="00C61DC5">
              <w:rPr>
                <w:rFonts w:ascii="Corbel" w:hAnsi="Corbel"/>
                <w:sz w:val="24"/>
                <w:szCs w:val="24"/>
              </w:rPr>
              <w:t>d</w:t>
            </w:r>
            <w:r w:rsidRPr="002D7614" w:rsidR="004D3552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:rsidRPr="002D7614" w:rsidR="00C61DC5" w:rsidP="002D7614" w:rsidRDefault="004D3552" w14:paraId="149680B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2D7614" w:rsidR="00C61DC5" w:rsidTr="002E621E" w14:paraId="5CD2EA51" w14:textId="77777777">
        <w:tc>
          <w:tcPr>
            <w:tcW w:w="4901" w:type="dxa"/>
          </w:tcPr>
          <w:p w:rsidRPr="002D7614" w:rsidR="00C61DC5" w:rsidP="002D7614" w:rsidRDefault="00887BD5" w14:paraId="4FE4EAD1" w14:textId="52B74F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Pr="002D7614" w:rsidR="004D3552">
              <w:rPr>
                <w:rFonts w:ascii="Corbel" w:hAnsi="Corbel" w:eastAsia="Times New Roman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Pr="002D7614" w:rsidR="00E53FF6">
              <w:rPr>
                <w:rFonts w:ascii="Corbel" w:hAnsi="Corbel" w:eastAsia="Times New Roman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:rsidRPr="002D7614" w:rsidR="00C61DC5" w:rsidP="002D7614" w:rsidRDefault="00E53FF6" w14:paraId="1C11400D" w14:textId="385D81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2D7614" w:rsidR="0085747A" w:rsidTr="002E621E" w14:paraId="45693BB9" w14:textId="77777777">
        <w:tc>
          <w:tcPr>
            <w:tcW w:w="4901" w:type="dxa"/>
          </w:tcPr>
          <w:p w:rsidRPr="002D7614" w:rsidR="0085747A" w:rsidP="002D7614" w:rsidRDefault="0085747A" w14:paraId="578F08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Pr="002D7614" w:rsidR="0085747A" w:rsidP="002D7614" w:rsidRDefault="003A1062" w14:paraId="254AE61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2D7614" w:rsidR="0085747A" w:rsidTr="002E621E" w14:paraId="5370F1E0" w14:textId="77777777">
        <w:tc>
          <w:tcPr>
            <w:tcW w:w="4901" w:type="dxa"/>
          </w:tcPr>
          <w:p w:rsidRPr="002D7614" w:rsidR="0085747A" w:rsidP="002D7614" w:rsidRDefault="0085747A" w14:paraId="7124F3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Pr="002D7614" w:rsidR="0085747A" w:rsidP="002D7614" w:rsidRDefault="003A1062" w14:paraId="3198F1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2D7614" w:rsidR="0085747A" w:rsidP="002D7614" w:rsidRDefault="00923D7D" w14:paraId="2EFBFDD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D761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D7614" w:rsidR="003E1941" w:rsidP="002D7614" w:rsidRDefault="003E1941" w14:paraId="1445BD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71620A" w14:paraId="529510DB" w14:textId="6F64813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Pr="002D7614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2D7614" w:rsidR="0085747A" w:rsidP="002D7614" w:rsidRDefault="0085747A" w14:paraId="3BB48BE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Pr="002D7614" w:rsidR="0085747A" w:rsidTr="004D3552" w14:paraId="53C24133" w14:textId="77777777">
        <w:trPr>
          <w:trHeight w:val="397"/>
        </w:trPr>
        <w:tc>
          <w:tcPr>
            <w:tcW w:w="4111" w:type="dxa"/>
          </w:tcPr>
          <w:p w:rsidRPr="002D7614" w:rsidR="0085747A" w:rsidP="002D7614" w:rsidRDefault="0085747A" w14:paraId="18672D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2D7614" w:rsidR="0085747A" w:rsidP="002D7614" w:rsidRDefault="00B16388" w14:paraId="4940BD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2D7614" w:rsidR="0085747A" w:rsidTr="004D3552" w14:paraId="4E891730" w14:textId="77777777">
        <w:trPr>
          <w:trHeight w:val="397"/>
        </w:trPr>
        <w:tc>
          <w:tcPr>
            <w:tcW w:w="4111" w:type="dxa"/>
          </w:tcPr>
          <w:p w:rsidRPr="002D7614" w:rsidR="0085747A" w:rsidP="002D7614" w:rsidRDefault="0085747A" w14:paraId="5E4C2C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2D7614" w:rsidR="0085747A" w:rsidP="002D7614" w:rsidRDefault="00B16388" w14:paraId="2B4699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2D7614" w:rsidR="003E1941" w:rsidP="002D7614" w:rsidRDefault="003E1941" w14:paraId="7C4B61D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675843" w14:paraId="72F5EB1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Pr="002D7614" w:rsidR="0085747A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:rsidRPr="002D7614" w:rsidR="00675843" w:rsidP="002D7614" w:rsidRDefault="00675843" w14:paraId="5F48DE2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07208" w:rsidR="0085747A" w:rsidTr="004D3552" w14:paraId="73C975F4" w14:textId="77777777">
        <w:trPr>
          <w:trHeight w:val="397"/>
        </w:trPr>
        <w:tc>
          <w:tcPr>
            <w:tcW w:w="9639" w:type="dxa"/>
          </w:tcPr>
          <w:p w:rsidRPr="00D07208" w:rsidR="0085747A" w:rsidP="002D7614" w:rsidRDefault="0085747A" w14:paraId="097F16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D07208" w:rsidR="002E621E" w:rsidP="002D7614" w:rsidRDefault="002E621E" w14:paraId="1B89175A" w14:textId="4830324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Program ERP OPTIMA, Księga </w:t>
            </w:r>
            <w:r w:rsidRPr="00D07208" w:rsidR="003A1062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podatkowa</w:t>
            </w:r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, Oprogramowanie dla firm, </w:t>
            </w:r>
            <w:proofErr w:type="spellStart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Kraków, 20</w:t>
            </w:r>
            <w:r w:rsidRPr="00D07208" w:rsidR="000F02C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20</w:t>
            </w:r>
          </w:p>
          <w:p w:rsidRPr="00D07208" w:rsidR="002E621E" w:rsidP="002D7614" w:rsidRDefault="002E621E" w14:paraId="755193B6" w14:textId="00FB7D9B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Program ERP OPTIMA, Kadry i Płace, Oprogramowanie dla firm, </w:t>
            </w:r>
            <w:proofErr w:type="spellStart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Kraków, 20</w:t>
            </w:r>
            <w:r w:rsidRPr="00D07208" w:rsidR="000F02C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20</w:t>
            </w:r>
          </w:p>
          <w:p w:rsidRPr="00D07208" w:rsidR="004D5AB3" w:rsidP="009E79AF" w:rsidRDefault="002E621E" w14:paraId="559C99E9" w14:textId="0D45F3EB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Program ERP OPTIMA, Procesy logistyczne w module handel, Oprogramowanie dla firm, </w:t>
            </w:r>
            <w:proofErr w:type="spellStart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Kraków, 20</w:t>
            </w:r>
            <w:r w:rsidRPr="00D07208" w:rsidR="000F02C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20</w:t>
            </w:r>
          </w:p>
        </w:tc>
      </w:tr>
      <w:tr w:rsidRPr="00D07208" w:rsidR="0085747A" w:rsidTr="004D3552" w14:paraId="3926CDA8" w14:textId="77777777">
        <w:trPr>
          <w:trHeight w:val="397"/>
        </w:trPr>
        <w:tc>
          <w:tcPr>
            <w:tcW w:w="9639" w:type="dxa"/>
          </w:tcPr>
          <w:p w:rsidRPr="00D07208" w:rsidR="0085747A" w:rsidP="002D7614" w:rsidRDefault="0085747A" w14:paraId="12BF0A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D07208" w:rsidR="008E1377" w:rsidP="000F02C0" w:rsidRDefault="008E1377" w14:paraId="6F952D2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Strojek-Filus M.,  Maruszewska E. W., Rachunkowość finansowa: wprowadzenie: teoria, przykłady, zadania, Wydawnictwo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, Warszawa  2018</w:t>
            </w:r>
          </w:p>
          <w:p w:rsidRPr="00D07208" w:rsidR="004D5AB3" w:rsidP="000F02C0" w:rsidRDefault="008E1377" w14:paraId="6B83C4EE" w14:textId="48F1B969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Gos W., 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Hońko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S., Janowicz M.,  Winiarska K.,  Rachunkowość finansowa dla zaawansowanych,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Warszawa 2017</w:t>
            </w:r>
          </w:p>
        </w:tc>
      </w:tr>
    </w:tbl>
    <w:p w:rsidRPr="002D7614" w:rsidR="0085747A" w:rsidP="002D7614" w:rsidRDefault="0085747A" w14:paraId="20AC6EC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85747A" w14:paraId="1222FD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D7614" w:rsidR="0085747A" w:rsidP="002D7614" w:rsidRDefault="0085747A" w14:paraId="635746E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D7614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4CD" w:rsidP="00C16ABF" w:rsidRDefault="006D24CD" w14:paraId="5D8B6599" w14:textId="77777777">
      <w:pPr>
        <w:spacing w:after="0" w:line="240" w:lineRule="auto"/>
      </w:pPr>
      <w:r>
        <w:separator/>
      </w:r>
    </w:p>
  </w:endnote>
  <w:endnote w:type="continuationSeparator" w:id="0">
    <w:p w:rsidR="006D24CD" w:rsidP="00C16ABF" w:rsidRDefault="006D24CD" w14:paraId="7F3926E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4CD" w:rsidP="00C16ABF" w:rsidRDefault="006D24CD" w14:paraId="7FF65077" w14:textId="77777777">
      <w:pPr>
        <w:spacing w:after="0" w:line="240" w:lineRule="auto"/>
      </w:pPr>
      <w:r>
        <w:separator/>
      </w:r>
    </w:p>
  </w:footnote>
  <w:footnote w:type="continuationSeparator" w:id="0">
    <w:p w:rsidR="006D24CD" w:rsidP="00C16ABF" w:rsidRDefault="006D24CD" w14:paraId="0955713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C41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D7614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C0BAE"/>
    <w:rsid w:val="003C58A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24CD"/>
    <w:rsid w:val="006D6139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5302"/>
    <w:rsid w:val="007461D6"/>
    <w:rsid w:val="00746EC8"/>
    <w:rsid w:val="00763BF1"/>
    <w:rsid w:val="00766FD4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77"/>
    <w:rsid w:val="008E64F4"/>
    <w:rsid w:val="008F0B50"/>
    <w:rsid w:val="008F12C9"/>
    <w:rsid w:val="008F6E29"/>
    <w:rsid w:val="00916188"/>
    <w:rsid w:val="00923D7D"/>
    <w:rsid w:val="009508DF"/>
    <w:rsid w:val="00950DAC"/>
    <w:rsid w:val="00954A07"/>
    <w:rsid w:val="00965641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03338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3FC9"/>
    <w:rsid w:val="00E51E44"/>
    <w:rsid w:val="00E53FF6"/>
    <w:rsid w:val="00E63348"/>
    <w:rsid w:val="00E77E88"/>
    <w:rsid w:val="00E8107D"/>
    <w:rsid w:val="00E86E12"/>
    <w:rsid w:val="00EA4832"/>
    <w:rsid w:val="00EC4899"/>
    <w:rsid w:val="00ED03AB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3DFFB4C4"/>
    <w:rsid w:val="55A7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0C218F"/>
  </w:style>
  <w:style w:type="character" w:styleId="spellingerror" w:customStyle="1">
    <w:name w:val="spellingerror"/>
    <w:basedOn w:val="Domylnaczcionkaakapitu"/>
    <w:rsid w:val="000C218F"/>
  </w:style>
  <w:style w:type="character" w:styleId="eop" w:customStyle="1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08DA-ED17-4C0A-B749-B5C9C5316E0A}"/>
</file>

<file path=customXml/itemProps2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3F629B-C19F-4AC5-B153-58076A77034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2017-02-15T12:41:00Z</cp:lastPrinted>
  <dcterms:created xsi:type="dcterms:W3CDTF">2020-10-23T09:15:00Z</dcterms:created>
  <dcterms:modified xsi:type="dcterms:W3CDTF">2022-06-03T09:21:50Z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